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9AB1A" w14:textId="77777777" w:rsidR="00AD0C7B" w:rsidRDefault="00BB037B" w:rsidP="00312D11">
      <w:pPr>
        <w:pStyle w:val="Titul1"/>
      </w:pPr>
      <w:r>
        <w:t>Dopis nabídky</w:t>
      </w:r>
    </w:p>
    <w:p w14:paraId="52D5D4FE" w14:textId="77777777" w:rsidR="005D68B0" w:rsidRPr="005D68B0" w:rsidRDefault="00BB037B" w:rsidP="005D68B0">
      <w:pPr>
        <w:pStyle w:val="Titul2"/>
      </w:pPr>
      <w:r w:rsidRPr="005D68B0">
        <w:t xml:space="preserve">Název veřejné zakázky: </w:t>
      </w:r>
      <w:r w:rsidR="00C54238" w:rsidRPr="00C54238">
        <w:rPr>
          <w:rStyle w:val="Nzevakce"/>
          <w:b/>
        </w:rPr>
        <w:br/>
        <w:t xml:space="preserve">„Rekonstrukce systému DDTS ŽDC v obvodu OŘ Praha, Olomouc, Brno, Ostrava“ </w:t>
      </w:r>
      <w:r w:rsidR="00C54238" w:rsidRPr="00C54238">
        <w:rPr>
          <w:rStyle w:val="Nzevakce"/>
          <w:b/>
        </w:rPr>
        <w:br/>
        <w:t>„Rekonstrukce systému DDTS ŽDC v obvodu OŘ Plzeň, Ústí nad Labem, Hradec Králové“</w:t>
      </w:r>
    </w:p>
    <w:p w14:paraId="7058F83A" w14:textId="77777777" w:rsidR="005D68B0" w:rsidRDefault="005D68B0" w:rsidP="00312D11">
      <w:pPr>
        <w:pStyle w:val="Textbezodsazen"/>
      </w:pPr>
    </w:p>
    <w:p w14:paraId="2037AEC0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1337C1F6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5D18B569" w14:textId="77777777" w:rsidR="00E9202E" w:rsidRDefault="00E9202E" w:rsidP="00312D11">
      <w:pPr>
        <w:pStyle w:val="Textbezodsazen"/>
      </w:pPr>
    </w:p>
    <w:p w14:paraId="17F45C15" w14:textId="2C114BA3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</w:t>
      </w:r>
      <w:proofErr w:type="gramStart"/>
      <w:r>
        <w:t>tvoří</w:t>
      </w:r>
      <w:proofErr w:type="gramEnd"/>
      <w:r>
        <w:t xml:space="preserve"> součást tohoto Dopisu nabídky.</w:t>
      </w:r>
    </w:p>
    <w:p w14:paraId="147D4A6D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259D054D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3E11C50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3E07EB86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50E351F0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3BCB515C" w14:textId="77777777" w:rsidR="00BB037B" w:rsidRPr="008A2719" w:rsidRDefault="00404176" w:rsidP="00404176">
      <w:pPr>
        <w:pStyle w:val="Odstavec1-1a"/>
      </w:pPr>
      <w:r w:rsidRPr="008A2719">
        <w:lastRenderedPageBreak/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01FD02DA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2632329" w14:textId="77777777" w:rsidR="00BB037B" w:rsidRDefault="00BB037B" w:rsidP="005D1C66">
      <w:pPr>
        <w:pStyle w:val="slovanseznam"/>
      </w:pPr>
      <w:r>
        <w:t>Níže uvedené dokumenty nebo části dokumentů v naší nabídce jsou našim obchodním tajemstvím:</w:t>
      </w:r>
    </w:p>
    <w:p w14:paraId="1048BE0E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51AFE79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r w:rsidR="00596298" w:rsidRPr="008A2719">
        <w:t>ZZVZ</w:t>
      </w:r>
      <w:r w:rsidRPr="008A2719">
        <w:t>.</w:t>
      </w:r>
    </w:p>
    <w:p w14:paraId="64556BA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proofErr w:type="gramStart"/>
      <w:r w:rsidR="00596298" w:rsidRPr="008A2719">
        <w:t xml:space="preserve">ZZVZ </w:t>
      </w:r>
      <w:r w:rsidR="00ED3A17" w:rsidRPr="008A2719">
        <w:t xml:space="preserve"> jako</w:t>
      </w:r>
      <w:proofErr w:type="gramEnd"/>
      <w:r w:rsidR="00ED3A17" w:rsidRPr="008A2719">
        <w:t xml:space="preserve"> důvěrné informace.</w:t>
      </w:r>
    </w:p>
    <w:p w14:paraId="3C0F6B37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3690E164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</w:t>
      </w:r>
      <w:proofErr w:type="spellStart"/>
      <w:r w:rsidRPr="008A2719">
        <w:t>ust</w:t>
      </w:r>
      <w:proofErr w:type="spellEnd"/>
      <w:r w:rsidRPr="008A2719">
        <w:t xml:space="preserve">. § 218 </w:t>
      </w:r>
      <w:proofErr w:type="gramStart"/>
      <w:r w:rsidR="00596298" w:rsidRPr="008A2719">
        <w:t xml:space="preserve">ZZVZ </w:t>
      </w:r>
      <w:r w:rsidR="00ED3A17" w:rsidRPr="008A2719">
        <w:t>.</w:t>
      </w:r>
      <w:proofErr w:type="gramEnd"/>
    </w:p>
    <w:p w14:paraId="6F238CF2" w14:textId="77777777" w:rsidR="00457B38" w:rsidRPr="008A2719" w:rsidRDefault="00457B38" w:rsidP="00312D11">
      <w:pPr>
        <w:pStyle w:val="Textbezodsazen"/>
      </w:pPr>
    </w:p>
    <w:p w14:paraId="41E31507" w14:textId="77777777" w:rsidR="005D1C66" w:rsidRPr="008A2719" w:rsidRDefault="005D1C66" w:rsidP="00312D11">
      <w:pPr>
        <w:pStyle w:val="Textbezodsazen"/>
      </w:pPr>
    </w:p>
    <w:p w14:paraId="3FAA83C9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0B8E927C" w14:textId="77777777" w:rsidR="008069F8" w:rsidRDefault="00BB037B" w:rsidP="00312D11">
      <w:pPr>
        <w:pStyle w:val="Textbezodsazen"/>
      </w:pPr>
      <w:r>
        <w:t>………………………………….</w:t>
      </w:r>
    </w:p>
    <w:p w14:paraId="77965810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5DBD66C8" w14:textId="77777777" w:rsidR="00ED3A17" w:rsidRDefault="00ED3A17" w:rsidP="00312D11">
      <w:pPr>
        <w:pStyle w:val="Textbezodsazen"/>
        <w:rPr>
          <w:highlight w:val="yellow"/>
        </w:rPr>
      </w:pPr>
    </w:p>
    <w:p w14:paraId="461CE1FE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5D16B738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4B7FD967" w14:textId="77777777" w:rsidR="00BB037B" w:rsidRDefault="00BB037B" w:rsidP="00312D11">
      <w:pPr>
        <w:pStyle w:val="Textbezodsazen"/>
      </w:pPr>
      <w:r>
        <w:t>podpis</w:t>
      </w:r>
    </w:p>
    <w:p w14:paraId="02C41A24" w14:textId="77777777" w:rsidR="00ED3A17" w:rsidRDefault="00ED3A17" w:rsidP="00312D11">
      <w:pPr>
        <w:pStyle w:val="Textbezodsazen"/>
        <w:rPr>
          <w:highlight w:val="yellow"/>
        </w:rPr>
      </w:pPr>
    </w:p>
    <w:p w14:paraId="382B82C3" w14:textId="77777777" w:rsidR="00ED3A17" w:rsidRDefault="00ED3A17" w:rsidP="00312D11">
      <w:pPr>
        <w:pStyle w:val="Textbezodsazen"/>
        <w:rPr>
          <w:highlight w:val="yellow"/>
        </w:rPr>
      </w:pPr>
    </w:p>
    <w:p w14:paraId="784448B5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6EA63EBD" w14:textId="77777777" w:rsidR="00BB037B" w:rsidRDefault="00BB037B" w:rsidP="00312D11">
      <w:pPr>
        <w:pStyle w:val="Textbezodsazen"/>
      </w:pPr>
      <w:r>
        <w:t>…………………………</w:t>
      </w:r>
    </w:p>
    <w:p w14:paraId="7AC1C394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76790CC2" w14:textId="77777777" w:rsidR="00BB037B" w:rsidRDefault="00BB037B" w:rsidP="00312D11">
      <w:pPr>
        <w:pStyle w:val="Textbezodsazen"/>
      </w:pPr>
    </w:p>
    <w:sectPr w:rsidR="00BB037B" w:rsidSect="00822D3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BCD91" w14:textId="77777777" w:rsidR="00822D3D" w:rsidRDefault="00822D3D" w:rsidP="00962258">
      <w:pPr>
        <w:spacing w:after="0" w:line="240" w:lineRule="auto"/>
      </w:pPr>
      <w:r>
        <w:separator/>
      </w:r>
    </w:p>
  </w:endnote>
  <w:endnote w:type="continuationSeparator" w:id="0">
    <w:p w14:paraId="16EE1799" w14:textId="77777777" w:rsidR="00822D3D" w:rsidRDefault="00822D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5A018B" w14:paraId="521E3F96" w14:textId="77777777" w:rsidTr="005A018B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754D1" w14:textId="77777777" w:rsidR="005D68B0" w:rsidRPr="005A018B" w:rsidRDefault="005D68B0">
          <w:pPr>
            <w:pStyle w:val="Zpatvpravo"/>
          </w:pPr>
          <w:r w:rsidRPr="005A018B">
            <w:t xml:space="preserve">Dopis nabídky </w:t>
          </w:r>
        </w:p>
        <w:p w14:paraId="382D82A9" w14:textId="3931D0A8" w:rsidR="005D68B0" w:rsidRPr="005A018B" w:rsidRDefault="005D68B0">
          <w:pPr>
            <w:pStyle w:val="Zpatvpravo"/>
            <w:rPr>
              <w:rStyle w:val="Tun"/>
            </w:rPr>
          </w:pPr>
          <w:r w:rsidRPr="005A018B">
            <w:rPr>
              <w:rStyle w:val="Tun"/>
            </w:rPr>
            <w:fldChar w:fldCharType="begin"/>
          </w:r>
          <w:r w:rsidRPr="005A018B">
            <w:rPr>
              <w:rStyle w:val="Tun"/>
            </w:rPr>
            <w:instrText xml:space="preserve"> STYLEREF  _Název_akce  \* MERGEFORMAT </w:instrText>
          </w:r>
          <w:r w:rsidRPr="005A018B">
            <w:rPr>
              <w:rStyle w:val="Tun"/>
            </w:rPr>
            <w:fldChar w:fldCharType="separate"/>
          </w:r>
          <w:r w:rsidR="00FA6AAA">
            <w:rPr>
              <w:rStyle w:val="Tun"/>
              <w:noProof/>
            </w:rPr>
            <w:br/>
            <w:t xml:space="preserve">„Rekonstrukce systému DDTS ŽDC v obvodu OŘ Praha, Olomouc, Brno, Ostrava“ </w:t>
          </w:r>
          <w:r w:rsidR="00FA6AAA">
            <w:rPr>
              <w:rStyle w:val="Tun"/>
              <w:noProof/>
            </w:rPr>
            <w:br/>
            <w:t>„Rekonstrukce systému DDTS ŽDC v obvodu OŘ Plzeň, Ústí nad Labem, Hradec Králové“</w:t>
          </w:r>
          <w:r w:rsidRPr="005A018B">
            <w:rPr>
              <w:rStyle w:val="Tun"/>
            </w:rPr>
            <w:fldChar w:fldCharType="end"/>
          </w:r>
        </w:p>
      </w:tc>
      <w:tc>
        <w:tcPr>
          <w:tcW w:w="851" w:type="dxa"/>
          <w:shd w:val="clear" w:color="auto" w:fill="auto"/>
          <w:vAlign w:val="bottom"/>
        </w:tcPr>
        <w:p w14:paraId="44FA51BB" w14:textId="77777777" w:rsidR="005D68B0" w:rsidRPr="005A018B" w:rsidRDefault="005D68B0">
          <w:pPr>
            <w:pStyle w:val="Zpatvpravo"/>
          </w:pPr>
          <w:r w:rsidRPr="005A018B">
            <w:rPr>
              <w:rStyle w:val="slostrnky"/>
            </w:rPr>
            <w:fldChar w:fldCharType="begin"/>
          </w:r>
          <w:r w:rsidRPr="005A018B">
            <w:rPr>
              <w:rStyle w:val="slostrnky"/>
            </w:rPr>
            <w:instrText>PAGE   \* MERGEFORMAT</w:instrText>
          </w:r>
          <w:r w:rsidRPr="005A018B">
            <w:rPr>
              <w:rStyle w:val="slostrnky"/>
            </w:rPr>
            <w:fldChar w:fldCharType="separate"/>
          </w:r>
          <w:r w:rsidR="008E50F3" w:rsidRPr="005A018B">
            <w:rPr>
              <w:rStyle w:val="slostrnky"/>
              <w:noProof/>
            </w:rPr>
            <w:t>2</w:t>
          </w:r>
          <w:r w:rsidRPr="005A018B">
            <w:rPr>
              <w:rStyle w:val="slostrnky"/>
            </w:rPr>
            <w:fldChar w:fldCharType="end"/>
          </w:r>
          <w:r w:rsidRPr="005A018B">
            <w:rPr>
              <w:rStyle w:val="slostrnky"/>
            </w:rPr>
            <w:t>/</w:t>
          </w:r>
          <w:r w:rsidRPr="005A018B">
            <w:rPr>
              <w:rStyle w:val="slostrnky"/>
            </w:rPr>
            <w:fldChar w:fldCharType="begin"/>
          </w:r>
          <w:r w:rsidRPr="005A018B">
            <w:rPr>
              <w:rStyle w:val="slostrnky"/>
            </w:rPr>
            <w:instrText xml:space="preserve"> NUMPAGES   \* MERGEFORMAT </w:instrText>
          </w:r>
          <w:r w:rsidRPr="005A018B">
            <w:rPr>
              <w:rStyle w:val="slostrnky"/>
            </w:rPr>
            <w:fldChar w:fldCharType="separate"/>
          </w:r>
          <w:r w:rsidR="008E50F3" w:rsidRPr="005A018B">
            <w:rPr>
              <w:rStyle w:val="slostrnky"/>
              <w:noProof/>
            </w:rPr>
            <w:t>2</w:t>
          </w:r>
          <w:r w:rsidRPr="005A018B">
            <w:rPr>
              <w:rStyle w:val="slostrnky"/>
            </w:rPr>
            <w:fldChar w:fldCharType="end"/>
          </w:r>
        </w:p>
      </w:tc>
    </w:tr>
  </w:tbl>
  <w:p w14:paraId="6D7A305C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RPr="005A018B" w14:paraId="74F7888C" w14:textId="77777777" w:rsidTr="005A018B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677A47DA" w14:textId="77777777" w:rsidR="005D3C39" w:rsidRPr="005A018B" w:rsidRDefault="005D3C39" w:rsidP="005A018B">
          <w:pPr>
            <w:pStyle w:val="Zpat"/>
            <w:jc w:val="right"/>
            <w:rPr>
              <w:rStyle w:val="slostrnky"/>
            </w:rPr>
          </w:pPr>
          <w:r w:rsidRPr="005A018B">
            <w:rPr>
              <w:rStyle w:val="slostrnky"/>
            </w:rPr>
            <w:fldChar w:fldCharType="begin"/>
          </w:r>
          <w:r w:rsidRPr="005A018B">
            <w:rPr>
              <w:rStyle w:val="slostrnky"/>
            </w:rPr>
            <w:instrText>PAGE   \* MERGEFORMAT</w:instrText>
          </w:r>
          <w:r w:rsidRPr="005A018B">
            <w:rPr>
              <w:rStyle w:val="slostrnky"/>
            </w:rPr>
            <w:fldChar w:fldCharType="separate"/>
          </w:r>
          <w:r w:rsidR="005D68B0" w:rsidRPr="005A018B">
            <w:rPr>
              <w:rStyle w:val="slostrnky"/>
              <w:noProof/>
            </w:rPr>
            <w:t>2</w:t>
          </w:r>
          <w:r w:rsidRPr="005A018B">
            <w:rPr>
              <w:rStyle w:val="slostrnky"/>
            </w:rPr>
            <w:fldChar w:fldCharType="end"/>
          </w:r>
          <w:r w:rsidRPr="005A018B">
            <w:rPr>
              <w:rStyle w:val="slostrnky"/>
            </w:rPr>
            <w:t>/</w:t>
          </w:r>
          <w:r w:rsidRPr="005A018B">
            <w:rPr>
              <w:rStyle w:val="slostrnky"/>
            </w:rPr>
            <w:fldChar w:fldCharType="begin"/>
          </w:r>
          <w:r w:rsidRPr="005A018B">
            <w:rPr>
              <w:rStyle w:val="slostrnky"/>
            </w:rPr>
            <w:instrText xml:space="preserve"> NUMPAGES   \* MERGEFORMAT </w:instrText>
          </w:r>
          <w:r w:rsidRPr="005A018B">
            <w:rPr>
              <w:rStyle w:val="slostrnky"/>
            </w:rPr>
            <w:fldChar w:fldCharType="separate"/>
          </w:r>
          <w:r w:rsidR="005D68B0" w:rsidRPr="005A018B">
            <w:rPr>
              <w:rStyle w:val="slostrnky"/>
              <w:noProof/>
            </w:rPr>
            <w:t>2</w:t>
          </w:r>
          <w:r w:rsidRPr="005A0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9237546" w14:textId="77777777" w:rsidR="005D3C39" w:rsidRPr="005A018B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4056DAAB" w14:textId="77777777" w:rsidR="005D3C39" w:rsidRPr="005A018B" w:rsidRDefault="005D3C39" w:rsidP="00B8518B">
          <w:pPr>
            <w:pStyle w:val="Zpat"/>
          </w:pPr>
        </w:p>
      </w:tc>
      <w:tc>
        <w:tcPr>
          <w:tcW w:w="8505" w:type="dxa"/>
          <w:shd w:val="clear" w:color="auto" w:fill="auto"/>
        </w:tcPr>
        <w:p w14:paraId="5F0F9C99" w14:textId="77777777" w:rsidR="005D3C39" w:rsidRPr="005A018B" w:rsidRDefault="00D24932" w:rsidP="00D24932">
          <w:pPr>
            <w:pStyle w:val="Zpat0"/>
          </w:pPr>
          <w:r w:rsidRPr="005A018B">
            <w:t>DOPIS NABÍDKY</w:t>
          </w:r>
        </w:p>
      </w:tc>
    </w:tr>
  </w:tbl>
  <w:p w14:paraId="573E636F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BEFB0" w14:textId="77777777" w:rsidR="00BE5121" w:rsidRDefault="00BE5121" w:rsidP="00BE5121">
    <w:pPr>
      <w:pStyle w:val="Zpat"/>
      <w:rPr>
        <w:rFonts w:cs="Calibri"/>
        <w:szCs w:val="12"/>
      </w:rPr>
    </w:pPr>
  </w:p>
  <w:p w14:paraId="18870270" w14:textId="77777777" w:rsidR="00016ECD" w:rsidRDefault="00016ECD" w:rsidP="00016ECD">
    <w:pPr>
      <w:spacing w:after="0" w:line="240" w:lineRule="auto"/>
      <w:rPr>
        <w:rFonts w:cs="Calibri"/>
        <w:szCs w:val="12"/>
      </w:rPr>
    </w:pPr>
  </w:p>
  <w:p w14:paraId="0E7551D1" w14:textId="5F578060" w:rsidR="00016ECD" w:rsidRPr="00016ECD" w:rsidRDefault="00F546B5" w:rsidP="00016ECD">
    <w:pPr>
      <w:spacing w:after="0" w:line="240" w:lineRule="auto"/>
      <w:rPr>
        <w:sz w:val="4"/>
        <w:szCs w:val="4"/>
      </w:rPr>
    </w:pPr>
    <w:r w:rsidRPr="005A018B">
      <w:rPr>
        <w:noProof/>
        <w:sz w:val="20"/>
        <w:szCs w:val="20"/>
        <w:lang w:eastAsia="cs-CZ"/>
      </w:rPr>
      <w:drawing>
        <wp:inline distT="0" distB="0" distL="0" distR="0" wp14:anchorId="623CEA20" wp14:editId="37E17523">
          <wp:extent cx="1097280" cy="628015"/>
          <wp:effectExtent l="0" t="0" r="0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D06B35" w14:textId="77777777" w:rsidR="009355E7" w:rsidRDefault="009355E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513F9" w14:textId="77777777" w:rsidR="00822D3D" w:rsidRDefault="00822D3D" w:rsidP="00962258">
      <w:pPr>
        <w:spacing w:after="0" w:line="240" w:lineRule="auto"/>
      </w:pPr>
      <w:r>
        <w:separator/>
      </w:r>
    </w:p>
  </w:footnote>
  <w:footnote w:type="continuationSeparator" w:id="0">
    <w:p w14:paraId="1297E3C8" w14:textId="77777777" w:rsidR="00822D3D" w:rsidRDefault="00822D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RPr="005A018B" w14:paraId="22C3FE07" w14:textId="77777777" w:rsidTr="005A018B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389A1BF" w14:textId="77777777" w:rsidR="005D3C39" w:rsidRPr="005A0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20EFD58" w14:textId="77777777" w:rsidR="005D3C39" w:rsidRPr="005A018B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19F474" w14:textId="77777777" w:rsidR="005D3C39" w:rsidRPr="005A018B" w:rsidRDefault="005D3C39" w:rsidP="005A018B">
          <w:pPr>
            <w:pStyle w:val="Druhdokumentu"/>
            <w:spacing w:after="0"/>
          </w:pPr>
        </w:p>
      </w:tc>
    </w:tr>
  </w:tbl>
  <w:p w14:paraId="53F51DFF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RPr="005A018B" w14:paraId="41BCB959" w14:textId="77777777" w:rsidTr="005A018B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54335E4" w14:textId="77777777" w:rsidR="005D3C39" w:rsidRPr="005A0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773BED" w14:textId="77777777" w:rsidR="005D3C39" w:rsidRPr="005A018B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F42D39A" w14:textId="77777777" w:rsidR="005D3C39" w:rsidRPr="005A018B" w:rsidRDefault="005D3C39" w:rsidP="005A018B">
          <w:pPr>
            <w:pStyle w:val="Druhdokumentu"/>
            <w:spacing w:after="0"/>
          </w:pPr>
        </w:p>
      </w:tc>
    </w:tr>
    <w:tr w:rsidR="005D3C39" w:rsidRPr="005A018B" w14:paraId="26AD9075" w14:textId="77777777" w:rsidTr="005A018B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01F75A9" w14:textId="77777777" w:rsidR="005D3C39" w:rsidRPr="005A0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F17E34" w14:textId="77777777" w:rsidR="005D3C39" w:rsidRPr="005A018B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883785E" w14:textId="77777777" w:rsidR="005D3C39" w:rsidRPr="005A018B" w:rsidRDefault="005D3C39" w:rsidP="005A018B">
          <w:pPr>
            <w:pStyle w:val="Druhdokumentu"/>
            <w:spacing w:after="0"/>
          </w:pPr>
        </w:p>
      </w:tc>
    </w:tr>
  </w:tbl>
  <w:p w14:paraId="6B8B97F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551D929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275013">
    <w:abstractNumId w:val="3"/>
  </w:num>
  <w:num w:numId="2" w16cid:durableId="572081994">
    <w:abstractNumId w:val="1"/>
  </w:num>
  <w:num w:numId="3" w16cid:durableId="612831843">
    <w:abstractNumId w:val="8"/>
  </w:num>
  <w:num w:numId="4" w16cid:durableId="68581946">
    <w:abstractNumId w:val="4"/>
  </w:num>
  <w:num w:numId="5" w16cid:durableId="1357191013">
    <w:abstractNumId w:val="10"/>
  </w:num>
  <w:num w:numId="6" w16cid:durableId="755978851">
    <w:abstractNumId w:val="5"/>
  </w:num>
  <w:num w:numId="7" w16cid:durableId="1921013478">
    <w:abstractNumId w:val="6"/>
  </w:num>
  <w:num w:numId="8" w16cid:durableId="1905722927">
    <w:abstractNumId w:val="7"/>
  </w:num>
  <w:num w:numId="9" w16cid:durableId="1444494591">
    <w:abstractNumId w:val="0"/>
  </w:num>
  <w:num w:numId="10" w16cid:durableId="1351831161">
    <w:abstractNumId w:val="2"/>
  </w:num>
  <w:num w:numId="11" w16cid:durableId="132357935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6B5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92BEE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4688"/>
    <w:rsid w:val="0034719F"/>
    <w:rsid w:val="00350A35"/>
    <w:rsid w:val="003571D8"/>
    <w:rsid w:val="00357BC6"/>
    <w:rsid w:val="00361422"/>
    <w:rsid w:val="0037187E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A0DE8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45D7E"/>
    <w:rsid w:val="00553375"/>
    <w:rsid w:val="00555884"/>
    <w:rsid w:val="005736B7"/>
    <w:rsid w:val="0057418A"/>
    <w:rsid w:val="00575E5A"/>
    <w:rsid w:val="00580245"/>
    <w:rsid w:val="00596298"/>
    <w:rsid w:val="005A018B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57B1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775CB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2D3D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55E7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D41"/>
    <w:rsid w:val="00C44F6A"/>
    <w:rsid w:val="00C54238"/>
    <w:rsid w:val="00C6198E"/>
    <w:rsid w:val="00C708EA"/>
    <w:rsid w:val="00C778A5"/>
    <w:rsid w:val="00C837E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46B5"/>
    <w:rsid w:val="00F551D1"/>
    <w:rsid w:val="00F659EB"/>
    <w:rsid w:val="00F84591"/>
    <w:rsid w:val="00F86BA6"/>
    <w:rsid w:val="00FA6AAA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8625E"/>
  <w14:defaultImageDpi w14:val="32767"/>
  <w15:docId w15:val="{0EB73466-E5AE-4D5C-BBCC-EEA6344AD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2C31BF"/>
    <w:rPr>
      <w:sz w:val="12"/>
    </w:rPr>
  </w:style>
  <w:style w:type="character" w:customStyle="1" w:styleId="Nadpis1Char">
    <w:name w:val="Nadpis 1 Char"/>
    <w:link w:val="Nadpis1"/>
    <w:uiPriority w:val="9"/>
    <w:rsid w:val="009F392E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uiPriority w:val="9"/>
    <w:rsid w:val="00072C1E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uiPriority w:val="9"/>
    <w:rsid w:val="00072C1E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2C31BF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7846E1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7846E1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710723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710723"/>
    <w:rPr>
      <w:b/>
      <w:i w:val="0"/>
      <w:iCs/>
      <w:color w:val="00A1E0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2C31BF"/>
    <w:rPr>
      <w:iCs/>
      <w:sz w:val="24"/>
    </w:rPr>
  </w:style>
  <w:style w:type="character" w:styleId="slostrnky">
    <w:name w:val="page number"/>
    <w:uiPriority w:val="99"/>
    <w:unhideWhenUsed/>
    <w:rsid w:val="002C31BF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D6163D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D6163D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D6163D"/>
    <w:rPr>
      <w:i w:val="0"/>
      <w:iCs/>
      <w:color w:val="595959"/>
    </w:rPr>
  </w:style>
  <w:style w:type="character" w:styleId="Odkazintenzivn">
    <w:name w:val="Intense Reference"/>
    <w:uiPriority w:val="32"/>
    <w:qFormat/>
    <w:rsid w:val="00C02D0A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C02D0A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uiPriority w:val="99"/>
    <w:unhideWhenUsed/>
    <w:rsid w:val="002F4333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link w:val="Nadpis2-1"/>
    <w:rsid w:val="005D68B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5D68B0"/>
    <w:rPr>
      <w:rFonts w:ascii="Verdana" w:hAnsi="Verdana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link w:val="Nadpis1-1"/>
    <w:rsid w:val="005D68B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5D68B0"/>
    <w:pPr>
      <w:keepNext/>
      <w:spacing w:before="240" w:after="120" w:line="264" w:lineRule="auto"/>
    </w:pPr>
    <w:rPr>
      <w:b/>
      <w:lang w:eastAsia="en-US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5D68B0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link w:val="ZTPinfo-text-odr"/>
    <w:rsid w:val="005D68B0"/>
    <w:rPr>
      <w:i/>
      <w:color w:val="00A1E0"/>
    </w:rPr>
  </w:style>
  <w:style w:type="character" w:customStyle="1" w:styleId="Nzevakce">
    <w:name w:val="_Název_akce"/>
    <w:uiPriority w:val="1"/>
    <w:qFormat/>
    <w:rsid w:val="005D68B0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uiPriority w:val="1"/>
    <w:rsid w:val="005D68B0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udism\Desktop\Dopis_nab&#237;dky_FY-05-24_XXX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8D49813-E016-4FAF-BEC1-0D9018DE24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Dopis_nabídky_FY-05-24_XXX</Template>
  <TotalTime>1</TotalTime>
  <Pages>1</Pages>
  <Words>446</Words>
  <Characters>2638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Baudis Martin, Bc.</dc:creator>
  <cp:keywords/>
  <cp:lastModifiedBy>Baudis Martin, Bc.</cp:lastModifiedBy>
  <cp:revision>4</cp:revision>
  <cp:lastPrinted>2024-04-30T12:12:00Z</cp:lastPrinted>
  <dcterms:created xsi:type="dcterms:W3CDTF">2024-04-10T13:33:00Z</dcterms:created>
  <dcterms:modified xsi:type="dcterms:W3CDTF">2024-04-30T12:12:00Z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